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59742D">
        <w:rPr>
          <w:rFonts w:cstheme="minorHAnsi"/>
          <w:noProof/>
        </w:rPr>
        <w:t>lundi 22 septembre 2025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</w:t>
      </w:r>
      <w:proofErr w:type="spellStart"/>
      <w:r w:rsidRPr="00A96700">
        <w:t>a</w:t>
      </w:r>
      <w:proofErr w:type="spellEnd"/>
      <w:r w:rsidRPr="00A96700">
        <w:t xml:space="preserve">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bookmarkEnd w:id="0"/>
      <w:r w:rsidRPr="00A96700">
        <w:rPr>
          <w:rFonts w:cs="Arial"/>
        </w:rPr>
        <w:t>Fonc</w:t>
      </w:r>
      <w:r>
        <w:rPr>
          <w:rFonts w:cs="Arial"/>
        </w:rPr>
        <w:t>tion</w:t>
      </w:r>
    </w:p>
    <w:p w:rsidR="00041AAE" w:rsidRDefault="00041AAE" w:rsidP="00374A16">
      <w:pPr>
        <w:spacing w:after="120" w:line="240" w:lineRule="auto"/>
        <w:ind w:left="4536"/>
        <w:rPr>
          <w:rFonts w:cs="Arial"/>
        </w:rPr>
      </w:pPr>
    </w:p>
    <w:sectPr w:rsidR="00041AAE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041AAE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pdl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041AAE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pdl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-1232535</wp:posOffset>
              </wp:positionV>
              <wp:extent cx="2987040" cy="12134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704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C7151D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Multi-accueil L</w:t>
                          </w:r>
                          <w:r w:rsidR="007011B6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es Petits de l’Aube</w:t>
                          </w:r>
                        </w:p>
                        <w:p w:rsidR="00256C33" w:rsidRDefault="007011B6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9 rue Carl Linné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7011B6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0</w:t>
                          </w: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00 ANGERS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7011B6" w:rsidRPr="000F3838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ma-petitsdelaube</w:t>
                            </w:r>
                            <w:r w:rsidR="007011B6" w:rsidRPr="000F3838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56C33" w:rsidRDefault="0059742D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78 74 37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352502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352502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02227</w:t>
                          </w:r>
                        </w:p>
                        <w:p w:rsidR="00256C33" w:rsidRPr="00BD52B4" w:rsidRDefault="00E34581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Le multi-accueil Les Petits de l’Aube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97.05pt;width:235.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" stroked="f">
              <v:textbox>
                <w:txbxContent>
                  <w:p w:rsidR="00256C33" w:rsidRPr="00642DA0" w:rsidRDefault="00C7151D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Multi-accueil L</w:t>
                    </w:r>
                    <w:r w:rsidR="007011B6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es Petits de l’Aube</w:t>
                    </w:r>
                  </w:p>
                  <w:p w:rsidR="00256C33" w:rsidRDefault="007011B6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9 rue Carl Linné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7011B6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0</w:t>
                    </w: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00 ANGERS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7011B6" w:rsidRPr="000F3838">
                        <w:rPr>
                          <w:rStyle w:val="Lienhypertexte"/>
                          <w:sz w:val="16"/>
                          <w:szCs w:val="16"/>
                        </w:rPr>
                        <w:t>ma-petitsdelaube</w:t>
                      </w:r>
                      <w:r w:rsidR="007011B6" w:rsidRPr="000F3838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56C33" w:rsidRDefault="0059742D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78 74 37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352502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352502">
                      <w:rPr>
                        <w:color w:val="878786"/>
                        <w:sz w:val="12"/>
                        <w:szCs w:val="12"/>
                      </w:rPr>
                      <w:t xml:space="preserve"> 02227</w:t>
                    </w:r>
                  </w:p>
                  <w:p w:rsidR="00256C33" w:rsidRPr="00BD52B4" w:rsidRDefault="00E34581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Le multi-accueil Les Petits de l’Aube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352502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pdl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352502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pdl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41AAE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52502"/>
    <w:rsid w:val="00374A16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9742D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D46A9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289"/>
    <w:rsid w:val="00B606B9"/>
    <w:rsid w:val="00B81977"/>
    <w:rsid w:val="00B90D84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34581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2144AA8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petitsdelaube-pdl@vyv3.fr" TargetMode="External"/><Relationship Id="rId1" Type="http://schemas.openxmlformats.org/officeDocument/2006/relationships/hyperlink" Target="mailto:ma-petitsdelaube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http://schemas.microsoft.com/office/2006/metadata/properties"/>
    <ds:schemaRef ds:uri="http://schemas.openxmlformats.org/package/2006/metadata/core-properties"/>
    <ds:schemaRef ds:uri="b7fc1b99-8ebe-4374-9cc1-f5204f903109"/>
    <ds:schemaRef ds:uri="http://schemas.microsoft.com/office/2006/documentManagement/types"/>
    <ds:schemaRef ds:uri="http://purl.org/dc/terms/"/>
    <ds:schemaRef ds:uri="http://www.w3.org/XML/1998/namespace"/>
    <ds:schemaRef ds:uri="14d88cad-2694-4fc8-ba0f-2537f7b00320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5035BC-30E5-4DEE-82BC-A69016CB6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2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7</cp:revision>
  <cp:lastPrinted>2023-11-24T09:09:00Z</cp:lastPrinted>
  <dcterms:created xsi:type="dcterms:W3CDTF">2023-12-15T14:49:00Z</dcterms:created>
  <dcterms:modified xsi:type="dcterms:W3CDTF">2025-09-22T12:07:00Z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